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320" w:type="dxa"/>
        <w:tblInd w:w="97" w:type="dxa"/>
        <w:tblLook w:val="01E0" w:firstRow="1" w:lastRow="1" w:firstColumn="1" w:lastColumn="1" w:noHBand="0" w:noVBand="0"/>
      </w:tblPr>
      <w:tblGrid>
        <w:gridCol w:w="3217"/>
        <w:gridCol w:w="3962"/>
        <w:gridCol w:w="3141"/>
      </w:tblGrid>
      <w:tr w:rsidR="001A0D3D" w:rsidRPr="007F3534" w:rsidTr="007F3534">
        <w:trPr>
          <w:trHeight w:val="944"/>
        </w:trPr>
        <w:tc>
          <w:tcPr>
            <w:tcW w:w="3217" w:type="dxa"/>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62" w:type="dxa"/>
          </w:tcPr>
          <w:p w:rsidR="001A0D3D" w:rsidRPr="00C95C01" w:rsidRDefault="001A0D3D" w:rsidP="001A0D3D">
            <w:pPr>
              <w:pStyle w:val="a3"/>
              <w:rPr>
                <w:szCs w:val="28"/>
              </w:rPr>
            </w:pPr>
          </w:p>
        </w:tc>
        <w:tc>
          <w:tcPr>
            <w:tcW w:w="3141" w:type="dxa"/>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7F3534" w:rsidRDefault="001A0D3D" w:rsidP="001A0D3D">
            <w:pPr>
              <w:pStyle w:val="a3"/>
              <w:ind w:firstLine="0"/>
              <w:jc w:val="right"/>
              <w:rPr>
                <w:sz w:val="24"/>
                <w:szCs w:val="24"/>
              </w:rPr>
            </w:pPr>
            <w:r w:rsidRPr="007864A1">
              <w:rPr>
                <w:sz w:val="24"/>
                <w:szCs w:val="24"/>
                <w:lang w:val="en-US"/>
              </w:rPr>
              <w:t>e</w:t>
            </w:r>
            <w:r w:rsidRPr="007F3534">
              <w:rPr>
                <w:sz w:val="24"/>
                <w:szCs w:val="24"/>
              </w:rPr>
              <w:t>-</w:t>
            </w:r>
            <w:r w:rsidRPr="007864A1">
              <w:rPr>
                <w:sz w:val="24"/>
                <w:szCs w:val="24"/>
                <w:lang w:val="en-US"/>
              </w:rPr>
              <w:t>mail</w:t>
            </w:r>
            <w:r w:rsidRPr="007F3534">
              <w:rPr>
                <w:sz w:val="24"/>
                <w:szCs w:val="24"/>
              </w:rPr>
              <w:t xml:space="preserve">: </w:t>
            </w:r>
            <w:r w:rsidRPr="007864A1">
              <w:rPr>
                <w:sz w:val="24"/>
                <w:szCs w:val="24"/>
                <w:lang w:val="en-US"/>
              </w:rPr>
              <w:t>k</w:t>
            </w:r>
            <w:r w:rsidRPr="007F3534">
              <w:rPr>
                <w:sz w:val="24"/>
                <w:szCs w:val="24"/>
                <w:u w:val="single"/>
              </w:rPr>
              <w:t>_</w:t>
            </w:r>
            <w:r w:rsidRPr="007864A1">
              <w:rPr>
                <w:sz w:val="24"/>
                <w:szCs w:val="24"/>
                <w:lang w:val="en-US"/>
              </w:rPr>
              <w:t>gos</w:t>
            </w:r>
            <w:r w:rsidRPr="007F3534">
              <w:rPr>
                <w:sz w:val="24"/>
                <w:szCs w:val="24"/>
              </w:rPr>
              <w:t>@</w:t>
            </w:r>
            <w:r w:rsidRPr="00BC47C8">
              <w:rPr>
                <w:sz w:val="24"/>
                <w:szCs w:val="24"/>
                <w:lang w:val="en-US"/>
              </w:rPr>
              <w:t>zs</w:t>
            </w:r>
            <w:r w:rsidRPr="007864A1">
              <w:rPr>
                <w:sz w:val="24"/>
                <w:szCs w:val="24"/>
                <w:lang w:val="en-US"/>
              </w:rPr>
              <w:t>nso</w:t>
            </w:r>
            <w:r w:rsidRPr="007F3534">
              <w:rPr>
                <w:sz w:val="24"/>
                <w:szCs w:val="24"/>
              </w:rPr>
              <w:t>.</w:t>
            </w:r>
            <w:r w:rsidRPr="007864A1">
              <w:rPr>
                <w:sz w:val="24"/>
                <w:szCs w:val="24"/>
                <w:lang w:val="en-US"/>
              </w:rPr>
              <w:t>ru</w:t>
            </w:r>
          </w:p>
        </w:tc>
      </w:tr>
    </w:tbl>
    <w:p w:rsidR="003420EA" w:rsidRPr="003420EA" w:rsidRDefault="00DC0635" w:rsidP="007F3534">
      <w:pPr>
        <w:pBdr>
          <w:top w:val="single" w:sz="4" w:space="1" w:color="auto"/>
        </w:pBdr>
        <w:ind w:left="284"/>
        <w:jc w:val="both"/>
        <w:rPr>
          <w:bCs w:val="0"/>
          <w:sz w:val="24"/>
          <w:szCs w:val="24"/>
        </w:rPr>
      </w:pPr>
      <w:r>
        <w:rPr>
          <w:bCs w:val="0"/>
          <w:sz w:val="24"/>
          <w:szCs w:val="24"/>
        </w:rPr>
        <w:t>1</w:t>
      </w:r>
      <w:r w:rsidR="00B14E53">
        <w:rPr>
          <w:bCs w:val="0"/>
          <w:sz w:val="24"/>
          <w:szCs w:val="24"/>
        </w:rPr>
        <w:t>4.11</w:t>
      </w:r>
      <w:bookmarkStart w:id="0" w:name="_GoBack"/>
      <w:bookmarkEnd w:id="0"/>
      <w:r w:rsidR="00972DAA" w:rsidRPr="00972DAA">
        <w:rPr>
          <w:bCs w:val="0"/>
          <w:sz w:val="24"/>
          <w:szCs w:val="24"/>
        </w:rPr>
        <w:t xml:space="preserve">.2023   </w:t>
      </w:r>
      <w:r w:rsidR="003420EA" w:rsidRPr="003420EA">
        <w:rPr>
          <w:bCs w:val="0"/>
          <w:sz w:val="24"/>
          <w:szCs w:val="24"/>
        </w:rPr>
        <w:t xml:space="preserve">№ 11/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Председателю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Законодательного Собрания Новосибирской области </w:t>
      </w:r>
    </w:p>
    <w:p w:rsidR="009A52CD" w:rsidRDefault="009A52CD" w:rsidP="007F3534">
      <w:pPr>
        <w:tabs>
          <w:tab w:val="left" w:pos="5812"/>
        </w:tabs>
        <w:spacing w:line="300" w:lineRule="exact"/>
        <w:ind w:left="6096" w:right="140"/>
        <w:jc w:val="both"/>
        <w:rPr>
          <w:bCs w:val="0"/>
          <w:szCs w:val="20"/>
        </w:rPr>
      </w:pP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Шимкиву</w:t>
      </w:r>
      <w:r w:rsidR="009A52CD" w:rsidRPr="009A52CD">
        <w:rPr>
          <w:bCs w:val="0"/>
          <w:szCs w:val="20"/>
        </w:rPr>
        <w:t xml:space="preserve"> </w:t>
      </w:r>
      <w:r w:rsidR="009A52CD" w:rsidRPr="003420EA">
        <w:rPr>
          <w:bCs w:val="0"/>
          <w:szCs w:val="20"/>
        </w:rPr>
        <w:t>А.И.</w:t>
      </w:r>
    </w:p>
    <w:p w:rsidR="003420EA" w:rsidRPr="003420EA" w:rsidRDefault="003420EA" w:rsidP="007F3534">
      <w:pPr>
        <w:spacing w:line="300" w:lineRule="exact"/>
        <w:ind w:right="-341"/>
        <w:jc w:val="center"/>
        <w:rPr>
          <w:bCs w:val="0"/>
          <w:szCs w:val="20"/>
        </w:rPr>
      </w:pPr>
    </w:p>
    <w:p w:rsidR="003420EA" w:rsidRPr="003420EA" w:rsidRDefault="003420EA" w:rsidP="007F3534">
      <w:pPr>
        <w:spacing w:line="300" w:lineRule="exact"/>
        <w:ind w:right="-341"/>
        <w:jc w:val="center"/>
        <w:rPr>
          <w:bCs w:val="0"/>
          <w:szCs w:val="20"/>
        </w:rPr>
      </w:pPr>
      <w:r w:rsidRPr="003420EA">
        <w:rPr>
          <w:bCs w:val="0"/>
          <w:szCs w:val="20"/>
        </w:rPr>
        <w:t>Уважаемый Андрей Иванович!</w:t>
      </w:r>
    </w:p>
    <w:p w:rsidR="003420EA" w:rsidRPr="003420EA" w:rsidRDefault="003420EA" w:rsidP="007F3534">
      <w:pPr>
        <w:spacing w:line="300" w:lineRule="exact"/>
        <w:ind w:right="-341"/>
        <w:jc w:val="both"/>
        <w:rPr>
          <w:bCs w:val="0"/>
          <w:szCs w:val="20"/>
        </w:rPr>
      </w:pPr>
    </w:p>
    <w:p w:rsidR="00D81355" w:rsidRPr="00405CCB" w:rsidRDefault="00D81355" w:rsidP="009A52CD">
      <w:pPr>
        <w:spacing w:line="300" w:lineRule="exact"/>
        <w:ind w:firstLine="709"/>
        <w:jc w:val="both"/>
        <w:rPr>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AE7B64" w:rsidRPr="00AE7B64">
        <w:t>«О внесении изменений в статью 1 Закона Новосибирской области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w:t>
      </w:r>
      <w:r w:rsidR="000B48FD" w:rsidRPr="00405CCB">
        <w:rPr>
          <w:bCs w:val="0"/>
        </w:rPr>
        <w:t>.</w:t>
      </w:r>
    </w:p>
    <w:p w:rsidR="00A5310B" w:rsidRDefault="00D81355" w:rsidP="002F3FB4">
      <w:pPr>
        <w:spacing w:line="300" w:lineRule="exact"/>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w:t>
      </w:r>
      <w:r w:rsidR="00AE7B64">
        <w:rPr>
          <w:bCs w:val="0"/>
          <w:szCs w:val="20"/>
        </w:rPr>
        <w:t xml:space="preserve">заместитель </w:t>
      </w:r>
      <w:r w:rsidRPr="00D81355">
        <w:rPr>
          <w:bCs w:val="0"/>
          <w:szCs w:val="20"/>
        </w:rPr>
        <w:t>председател</w:t>
      </w:r>
      <w:r w:rsidR="00AE7B64">
        <w:rPr>
          <w:bCs w:val="0"/>
          <w:szCs w:val="20"/>
        </w:rPr>
        <w:t>я</w:t>
      </w:r>
      <w:r w:rsidRPr="00D81355">
        <w:rPr>
          <w:bCs w:val="0"/>
          <w:szCs w:val="20"/>
        </w:rPr>
        <w:t xml:space="preserve"> комитета по государственной политике, законодательству и местному самоуправлению, депутат </w:t>
      </w:r>
      <w:r w:rsidR="00AE7B64">
        <w:rPr>
          <w:bCs w:val="0"/>
          <w:szCs w:val="20"/>
        </w:rPr>
        <w:t>Смышляев Евгений Валерьевич</w:t>
      </w:r>
      <w:r w:rsidR="002F3FB4" w:rsidRPr="002F3FB4">
        <w:rPr>
          <w:bCs w:val="0"/>
          <w:szCs w:val="20"/>
        </w:rPr>
        <w:t xml:space="preserve">.   </w:t>
      </w:r>
    </w:p>
    <w:p w:rsidR="002F3FB4" w:rsidRDefault="002F3FB4" w:rsidP="002F3FB4">
      <w:pPr>
        <w:spacing w:line="300" w:lineRule="exact"/>
        <w:ind w:firstLine="708"/>
        <w:jc w:val="both"/>
        <w:rPr>
          <w:bCs w:val="0"/>
          <w:szCs w:val="20"/>
        </w:rPr>
      </w:pPr>
    </w:p>
    <w:p w:rsidR="00D81355" w:rsidRPr="00D81355" w:rsidRDefault="00D81355" w:rsidP="007F3534">
      <w:pPr>
        <w:spacing w:line="300" w:lineRule="exact"/>
        <w:ind w:firstLine="709"/>
        <w:jc w:val="both"/>
        <w:rPr>
          <w:bCs w:val="0"/>
          <w:szCs w:val="20"/>
        </w:rPr>
      </w:pPr>
      <w:r w:rsidRPr="00D81355">
        <w:rPr>
          <w:bCs w:val="0"/>
          <w:szCs w:val="20"/>
        </w:rPr>
        <w:t>Приложения:</w:t>
      </w:r>
    </w:p>
    <w:p w:rsidR="00D81355" w:rsidRPr="00D81355" w:rsidRDefault="00D81355" w:rsidP="007F3534">
      <w:pPr>
        <w:numPr>
          <w:ilvl w:val="0"/>
          <w:numId w:val="6"/>
        </w:numPr>
        <w:tabs>
          <w:tab w:val="clear" w:pos="1818"/>
        </w:tabs>
        <w:spacing w:line="300" w:lineRule="exact"/>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w:t>
      </w:r>
      <w:r w:rsidR="003366D9">
        <w:rPr>
          <w:bCs w:val="0"/>
          <w:szCs w:val="20"/>
        </w:rPr>
        <w:t>1</w:t>
      </w:r>
      <w:r w:rsidRPr="00D81355">
        <w:rPr>
          <w:bCs w:val="0"/>
          <w:szCs w:val="20"/>
        </w:rPr>
        <w:t xml:space="preserve">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tabs>
          <w:tab w:val="num" w:pos="142"/>
        </w:tabs>
        <w:spacing w:line="300" w:lineRule="exact"/>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3D3779" w:rsidRPr="009B7EEE" w:rsidRDefault="00D81355" w:rsidP="007F3534">
      <w:pPr>
        <w:spacing w:line="300" w:lineRule="exact"/>
        <w:ind w:left="1276" w:right="-341" w:hanging="567"/>
        <w:jc w:val="both"/>
        <w:rPr>
          <w:lang w:eastAsia="x-none"/>
        </w:rPr>
      </w:pPr>
      <w:r w:rsidRPr="00D81355">
        <w:rPr>
          <w:bCs w:val="0"/>
          <w:szCs w:val="20"/>
        </w:rPr>
        <w:t xml:space="preserve">5.   </w:t>
      </w:r>
      <w:r w:rsidR="001B3031">
        <w:rPr>
          <w:bCs w:val="0"/>
          <w:szCs w:val="20"/>
        </w:rPr>
        <w:t xml:space="preserve"> </w:t>
      </w:r>
      <w:r w:rsidRPr="00D81355">
        <w:rPr>
          <w:bCs w:val="0"/>
          <w:szCs w:val="20"/>
        </w:rPr>
        <w:t xml:space="preserve">Решение </w:t>
      </w:r>
      <w:r w:rsidR="00EF0858" w:rsidRPr="00D81355">
        <w:rPr>
          <w:bCs w:val="0"/>
          <w:szCs w:val="20"/>
        </w:rPr>
        <w:t>комитета -</w:t>
      </w:r>
      <w:r w:rsidRPr="00D81355">
        <w:rPr>
          <w:bCs w:val="0"/>
          <w:szCs w:val="20"/>
        </w:rPr>
        <w:t xml:space="preserve"> на </w:t>
      </w:r>
      <w:r w:rsidR="00A4733D">
        <w:rPr>
          <w:bCs w:val="0"/>
          <w:szCs w:val="20"/>
        </w:rPr>
        <w:t>_</w:t>
      </w:r>
      <w:r w:rsidRPr="00D81355">
        <w:rPr>
          <w:bCs w:val="0"/>
          <w:szCs w:val="20"/>
        </w:rPr>
        <w:t xml:space="preserve"> л. в 1 экз.</w:t>
      </w:r>
    </w:p>
    <w:p w:rsidR="001533CB" w:rsidRDefault="001533CB" w:rsidP="007F3534">
      <w:pPr>
        <w:suppressAutoHyphens/>
        <w:spacing w:line="300" w:lineRule="exact"/>
        <w:jc w:val="both"/>
        <w:rPr>
          <w:bCs w:val="0"/>
        </w:rPr>
      </w:pPr>
    </w:p>
    <w:p w:rsidR="00F8407D" w:rsidRPr="001533CB" w:rsidRDefault="00F8407D" w:rsidP="007F3534">
      <w:pPr>
        <w:suppressAutoHyphens/>
        <w:spacing w:line="300" w:lineRule="exact"/>
        <w:jc w:val="both"/>
        <w:rPr>
          <w:bCs w:val="0"/>
        </w:rPr>
      </w:pPr>
    </w:p>
    <w:p w:rsidR="002E2528" w:rsidRDefault="003847F7" w:rsidP="007F3534">
      <w:pPr>
        <w:suppressAutoHyphens/>
        <w:spacing w:line="300" w:lineRule="exact"/>
      </w:pPr>
      <w:r w:rsidRPr="003847F7">
        <w:t xml:space="preserve">Председатель    комитета                                                                                  </w:t>
      </w:r>
      <w:r w:rsidR="009A52CD">
        <w:t>И.Р. Умербаев</w:t>
      </w:r>
    </w:p>
    <w:p w:rsidR="003D3779" w:rsidRPr="00F55ABD" w:rsidRDefault="003D3779" w:rsidP="001B3031">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677" w:rsidRDefault="00504677">
      <w:r>
        <w:separator/>
      </w:r>
    </w:p>
  </w:endnote>
  <w:endnote w:type="continuationSeparator" w:id="0">
    <w:p w:rsidR="00504677" w:rsidRDefault="00504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677" w:rsidRDefault="00504677">
      <w:r>
        <w:separator/>
      </w:r>
    </w:p>
  </w:footnote>
  <w:footnote w:type="continuationSeparator" w:id="0">
    <w:p w:rsidR="00504677" w:rsidRDefault="005046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1415C"/>
    <w:rsid w:val="00020534"/>
    <w:rsid w:val="00022EFA"/>
    <w:rsid w:val="00027009"/>
    <w:rsid w:val="000377F5"/>
    <w:rsid w:val="0005032B"/>
    <w:rsid w:val="0005629F"/>
    <w:rsid w:val="00057BDF"/>
    <w:rsid w:val="000636AA"/>
    <w:rsid w:val="00063C46"/>
    <w:rsid w:val="000B48FD"/>
    <w:rsid w:val="000B5986"/>
    <w:rsid w:val="000C3183"/>
    <w:rsid w:val="000E741A"/>
    <w:rsid w:val="000E7574"/>
    <w:rsid w:val="000F7083"/>
    <w:rsid w:val="00105993"/>
    <w:rsid w:val="001167F5"/>
    <w:rsid w:val="0011739B"/>
    <w:rsid w:val="001248A8"/>
    <w:rsid w:val="001316D3"/>
    <w:rsid w:val="0013618C"/>
    <w:rsid w:val="00136773"/>
    <w:rsid w:val="00144CDA"/>
    <w:rsid w:val="001533CB"/>
    <w:rsid w:val="0015491A"/>
    <w:rsid w:val="00164DDA"/>
    <w:rsid w:val="00172DD2"/>
    <w:rsid w:val="001771A8"/>
    <w:rsid w:val="00180DBA"/>
    <w:rsid w:val="001845E5"/>
    <w:rsid w:val="001A0D3D"/>
    <w:rsid w:val="001A5E97"/>
    <w:rsid w:val="001A61A4"/>
    <w:rsid w:val="001B3031"/>
    <w:rsid w:val="001B4926"/>
    <w:rsid w:val="001C2A1B"/>
    <w:rsid w:val="001D5C94"/>
    <w:rsid w:val="001E0010"/>
    <w:rsid w:val="001E1102"/>
    <w:rsid w:val="001E1951"/>
    <w:rsid w:val="001E5380"/>
    <w:rsid w:val="001F2313"/>
    <w:rsid w:val="001F44FF"/>
    <w:rsid w:val="0020104F"/>
    <w:rsid w:val="002064D4"/>
    <w:rsid w:val="00216ADB"/>
    <w:rsid w:val="00242630"/>
    <w:rsid w:val="00244F95"/>
    <w:rsid w:val="002530AB"/>
    <w:rsid w:val="00266EB2"/>
    <w:rsid w:val="002868AD"/>
    <w:rsid w:val="0029198A"/>
    <w:rsid w:val="0029361E"/>
    <w:rsid w:val="00296E94"/>
    <w:rsid w:val="002A5AA9"/>
    <w:rsid w:val="002B0467"/>
    <w:rsid w:val="002B3370"/>
    <w:rsid w:val="002B6541"/>
    <w:rsid w:val="002C11E8"/>
    <w:rsid w:val="002C1E02"/>
    <w:rsid w:val="002D0D6A"/>
    <w:rsid w:val="002D0E03"/>
    <w:rsid w:val="002D2F7C"/>
    <w:rsid w:val="002D635A"/>
    <w:rsid w:val="002E2528"/>
    <w:rsid w:val="002E509D"/>
    <w:rsid w:val="002F3FB4"/>
    <w:rsid w:val="002F7D2C"/>
    <w:rsid w:val="003042A2"/>
    <w:rsid w:val="00312164"/>
    <w:rsid w:val="003130D9"/>
    <w:rsid w:val="00320FBD"/>
    <w:rsid w:val="00323434"/>
    <w:rsid w:val="003358C0"/>
    <w:rsid w:val="003366D9"/>
    <w:rsid w:val="00341AFA"/>
    <w:rsid w:val="003420EA"/>
    <w:rsid w:val="00342239"/>
    <w:rsid w:val="0034395F"/>
    <w:rsid w:val="00346FCB"/>
    <w:rsid w:val="003659EA"/>
    <w:rsid w:val="00365E66"/>
    <w:rsid w:val="00374B78"/>
    <w:rsid w:val="00375285"/>
    <w:rsid w:val="00382E83"/>
    <w:rsid w:val="003847F7"/>
    <w:rsid w:val="00396288"/>
    <w:rsid w:val="00396663"/>
    <w:rsid w:val="003A75E8"/>
    <w:rsid w:val="003B4883"/>
    <w:rsid w:val="003C1252"/>
    <w:rsid w:val="003C4CC0"/>
    <w:rsid w:val="003D3779"/>
    <w:rsid w:val="003E57C5"/>
    <w:rsid w:val="003F6E76"/>
    <w:rsid w:val="004049BF"/>
    <w:rsid w:val="00405CCB"/>
    <w:rsid w:val="004077F6"/>
    <w:rsid w:val="00432D7B"/>
    <w:rsid w:val="00433D4C"/>
    <w:rsid w:val="00444D5A"/>
    <w:rsid w:val="0045009E"/>
    <w:rsid w:val="004609D8"/>
    <w:rsid w:val="0046398B"/>
    <w:rsid w:val="00467A51"/>
    <w:rsid w:val="00472854"/>
    <w:rsid w:val="004773C0"/>
    <w:rsid w:val="00486873"/>
    <w:rsid w:val="0049414B"/>
    <w:rsid w:val="004970F5"/>
    <w:rsid w:val="004B03F0"/>
    <w:rsid w:val="004B23FB"/>
    <w:rsid w:val="004C2A75"/>
    <w:rsid w:val="004C5AF3"/>
    <w:rsid w:val="004D559F"/>
    <w:rsid w:val="004E3DCD"/>
    <w:rsid w:val="004E7862"/>
    <w:rsid w:val="004E7DFD"/>
    <w:rsid w:val="004F0B8B"/>
    <w:rsid w:val="004F1681"/>
    <w:rsid w:val="00504677"/>
    <w:rsid w:val="0051090A"/>
    <w:rsid w:val="00525451"/>
    <w:rsid w:val="00525717"/>
    <w:rsid w:val="00530644"/>
    <w:rsid w:val="00534A84"/>
    <w:rsid w:val="00535BF6"/>
    <w:rsid w:val="00542969"/>
    <w:rsid w:val="0054445E"/>
    <w:rsid w:val="00573D0C"/>
    <w:rsid w:val="0058084C"/>
    <w:rsid w:val="00587FFA"/>
    <w:rsid w:val="0059496A"/>
    <w:rsid w:val="00596F24"/>
    <w:rsid w:val="005978A9"/>
    <w:rsid w:val="005A43CD"/>
    <w:rsid w:val="005B3266"/>
    <w:rsid w:val="005B4F56"/>
    <w:rsid w:val="005C2AC8"/>
    <w:rsid w:val="005D0130"/>
    <w:rsid w:val="005F4B04"/>
    <w:rsid w:val="005F5242"/>
    <w:rsid w:val="00604830"/>
    <w:rsid w:val="00604B39"/>
    <w:rsid w:val="00605DBF"/>
    <w:rsid w:val="00606BA9"/>
    <w:rsid w:val="00611856"/>
    <w:rsid w:val="00620059"/>
    <w:rsid w:val="00624E72"/>
    <w:rsid w:val="00633B45"/>
    <w:rsid w:val="00636A7A"/>
    <w:rsid w:val="00643446"/>
    <w:rsid w:val="00666916"/>
    <w:rsid w:val="00667DB8"/>
    <w:rsid w:val="00670B1E"/>
    <w:rsid w:val="00672590"/>
    <w:rsid w:val="00676E94"/>
    <w:rsid w:val="00683518"/>
    <w:rsid w:val="00684121"/>
    <w:rsid w:val="006933C5"/>
    <w:rsid w:val="006958EE"/>
    <w:rsid w:val="006969E2"/>
    <w:rsid w:val="006A5F8B"/>
    <w:rsid w:val="006B5FB7"/>
    <w:rsid w:val="006C2A8F"/>
    <w:rsid w:val="006D46AF"/>
    <w:rsid w:val="006D724A"/>
    <w:rsid w:val="006D78F4"/>
    <w:rsid w:val="006E1888"/>
    <w:rsid w:val="006E35A6"/>
    <w:rsid w:val="006F4142"/>
    <w:rsid w:val="006F6551"/>
    <w:rsid w:val="0070754D"/>
    <w:rsid w:val="00713D3B"/>
    <w:rsid w:val="007222E3"/>
    <w:rsid w:val="0073735E"/>
    <w:rsid w:val="00753877"/>
    <w:rsid w:val="00760D7C"/>
    <w:rsid w:val="00762394"/>
    <w:rsid w:val="00762DC7"/>
    <w:rsid w:val="0076445C"/>
    <w:rsid w:val="0076569E"/>
    <w:rsid w:val="00774879"/>
    <w:rsid w:val="0078676F"/>
    <w:rsid w:val="00787242"/>
    <w:rsid w:val="00793521"/>
    <w:rsid w:val="00797D20"/>
    <w:rsid w:val="00797DEB"/>
    <w:rsid w:val="007A03F2"/>
    <w:rsid w:val="007A602E"/>
    <w:rsid w:val="007A6CA3"/>
    <w:rsid w:val="007C0BDF"/>
    <w:rsid w:val="007C5617"/>
    <w:rsid w:val="007D3B81"/>
    <w:rsid w:val="007E19F3"/>
    <w:rsid w:val="007E3576"/>
    <w:rsid w:val="007F1D05"/>
    <w:rsid w:val="007F3534"/>
    <w:rsid w:val="008017E0"/>
    <w:rsid w:val="00802931"/>
    <w:rsid w:val="008129E0"/>
    <w:rsid w:val="0081369F"/>
    <w:rsid w:val="0081540E"/>
    <w:rsid w:val="008165B1"/>
    <w:rsid w:val="0081730B"/>
    <w:rsid w:val="008233B7"/>
    <w:rsid w:val="00857C23"/>
    <w:rsid w:val="00860D0B"/>
    <w:rsid w:val="008664E3"/>
    <w:rsid w:val="00880FC1"/>
    <w:rsid w:val="0089156E"/>
    <w:rsid w:val="008927FF"/>
    <w:rsid w:val="00894CE0"/>
    <w:rsid w:val="00895CEC"/>
    <w:rsid w:val="008A4E10"/>
    <w:rsid w:val="008A5625"/>
    <w:rsid w:val="008C7C84"/>
    <w:rsid w:val="008D26A4"/>
    <w:rsid w:val="008E34C6"/>
    <w:rsid w:val="008E57BA"/>
    <w:rsid w:val="008E7FAF"/>
    <w:rsid w:val="008F6F6D"/>
    <w:rsid w:val="00921239"/>
    <w:rsid w:val="00931E41"/>
    <w:rsid w:val="00933DBE"/>
    <w:rsid w:val="00934CA2"/>
    <w:rsid w:val="00936617"/>
    <w:rsid w:val="00953DA3"/>
    <w:rsid w:val="0096200E"/>
    <w:rsid w:val="00972DAA"/>
    <w:rsid w:val="00982B37"/>
    <w:rsid w:val="00994DD5"/>
    <w:rsid w:val="009A1F08"/>
    <w:rsid w:val="009A3D1B"/>
    <w:rsid w:val="009A52CD"/>
    <w:rsid w:val="009A6365"/>
    <w:rsid w:val="009B0DDA"/>
    <w:rsid w:val="009B58D3"/>
    <w:rsid w:val="009D38B9"/>
    <w:rsid w:val="009D531A"/>
    <w:rsid w:val="009D556E"/>
    <w:rsid w:val="009E2DC7"/>
    <w:rsid w:val="009E396C"/>
    <w:rsid w:val="009F2EC2"/>
    <w:rsid w:val="009F528C"/>
    <w:rsid w:val="00A05379"/>
    <w:rsid w:val="00A24A00"/>
    <w:rsid w:val="00A40CFB"/>
    <w:rsid w:val="00A4660C"/>
    <w:rsid w:val="00A46E88"/>
    <w:rsid w:val="00A4733D"/>
    <w:rsid w:val="00A5310B"/>
    <w:rsid w:val="00A659B5"/>
    <w:rsid w:val="00A67CCF"/>
    <w:rsid w:val="00A715E1"/>
    <w:rsid w:val="00A845EB"/>
    <w:rsid w:val="00A92DE2"/>
    <w:rsid w:val="00A95CE4"/>
    <w:rsid w:val="00AA03A7"/>
    <w:rsid w:val="00AA44CE"/>
    <w:rsid w:val="00AA5A56"/>
    <w:rsid w:val="00AB6F62"/>
    <w:rsid w:val="00AC40BB"/>
    <w:rsid w:val="00AC52D8"/>
    <w:rsid w:val="00AD26D7"/>
    <w:rsid w:val="00AD39B4"/>
    <w:rsid w:val="00AD5991"/>
    <w:rsid w:val="00AE3E66"/>
    <w:rsid w:val="00AE4320"/>
    <w:rsid w:val="00AE5EF8"/>
    <w:rsid w:val="00AE7448"/>
    <w:rsid w:val="00AE7B64"/>
    <w:rsid w:val="00B01726"/>
    <w:rsid w:val="00B0428C"/>
    <w:rsid w:val="00B051F8"/>
    <w:rsid w:val="00B147CF"/>
    <w:rsid w:val="00B14B8E"/>
    <w:rsid w:val="00B14E53"/>
    <w:rsid w:val="00B32CB8"/>
    <w:rsid w:val="00B32ED0"/>
    <w:rsid w:val="00B527F4"/>
    <w:rsid w:val="00B53D29"/>
    <w:rsid w:val="00B60A2E"/>
    <w:rsid w:val="00B740FD"/>
    <w:rsid w:val="00B91964"/>
    <w:rsid w:val="00BA0782"/>
    <w:rsid w:val="00BA1DAB"/>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5729B"/>
    <w:rsid w:val="00C74D7E"/>
    <w:rsid w:val="00C7764D"/>
    <w:rsid w:val="00C85DC3"/>
    <w:rsid w:val="00C85E63"/>
    <w:rsid w:val="00C90F52"/>
    <w:rsid w:val="00C92C99"/>
    <w:rsid w:val="00C92F9E"/>
    <w:rsid w:val="00C96DE6"/>
    <w:rsid w:val="00C97B7C"/>
    <w:rsid w:val="00CB3E83"/>
    <w:rsid w:val="00CC0F91"/>
    <w:rsid w:val="00CC10A6"/>
    <w:rsid w:val="00CC7CE2"/>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35EFC"/>
    <w:rsid w:val="00D401ED"/>
    <w:rsid w:val="00D41770"/>
    <w:rsid w:val="00D47311"/>
    <w:rsid w:val="00D64582"/>
    <w:rsid w:val="00D70C33"/>
    <w:rsid w:val="00D766B7"/>
    <w:rsid w:val="00D7750E"/>
    <w:rsid w:val="00D81355"/>
    <w:rsid w:val="00D83DF1"/>
    <w:rsid w:val="00D843D0"/>
    <w:rsid w:val="00D9405E"/>
    <w:rsid w:val="00DA7BEF"/>
    <w:rsid w:val="00DB2129"/>
    <w:rsid w:val="00DC0635"/>
    <w:rsid w:val="00DD1C9A"/>
    <w:rsid w:val="00DD202D"/>
    <w:rsid w:val="00DD3E06"/>
    <w:rsid w:val="00DE4E53"/>
    <w:rsid w:val="00DE648D"/>
    <w:rsid w:val="00DF40D9"/>
    <w:rsid w:val="00E002F9"/>
    <w:rsid w:val="00E0051F"/>
    <w:rsid w:val="00E07E57"/>
    <w:rsid w:val="00E155CA"/>
    <w:rsid w:val="00E15D1F"/>
    <w:rsid w:val="00E16188"/>
    <w:rsid w:val="00E2404E"/>
    <w:rsid w:val="00E25012"/>
    <w:rsid w:val="00E300BC"/>
    <w:rsid w:val="00E33F02"/>
    <w:rsid w:val="00E340E5"/>
    <w:rsid w:val="00E4092A"/>
    <w:rsid w:val="00E566F8"/>
    <w:rsid w:val="00E72505"/>
    <w:rsid w:val="00E75006"/>
    <w:rsid w:val="00E831A2"/>
    <w:rsid w:val="00E9288A"/>
    <w:rsid w:val="00E944DC"/>
    <w:rsid w:val="00E94E0B"/>
    <w:rsid w:val="00E95E7F"/>
    <w:rsid w:val="00EA4F82"/>
    <w:rsid w:val="00EC0970"/>
    <w:rsid w:val="00EC14E5"/>
    <w:rsid w:val="00EC7B61"/>
    <w:rsid w:val="00EF0858"/>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355A"/>
    <w:rsid w:val="00F6482F"/>
    <w:rsid w:val="00F7301B"/>
    <w:rsid w:val="00F736F9"/>
    <w:rsid w:val="00F7537B"/>
    <w:rsid w:val="00F8407D"/>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C92301"/>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572077836">
      <w:bodyDiv w:val="1"/>
      <w:marLeft w:val="0"/>
      <w:marRight w:val="0"/>
      <w:marTop w:val="0"/>
      <w:marBottom w:val="0"/>
      <w:divBdr>
        <w:top w:val="none" w:sz="0" w:space="0" w:color="auto"/>
        <w:left w:val="none" w:sz="0" w:space="0" w:color="auto"/>
        <w:bottom w:val="none" w:sz="0" w:space="0" w:color="auto"/>
        <w:right w:val="none" w:sz="0" w:space="0" w:color="auto"/>
      </w:divBdr>
    </w:div>
    <w:div w:id="1840077061">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1984122017">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EDD54-5DA5-4E2E-BD57-2B79B9B26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1</TotalTime>
  <Pages>1</Pages>
  <Words>285</Words>
  <Characters>1627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3</cp:revision>
  <cp:lastPrinted>2023-06-19T10:15:00Z</cp:lastPrinted>
  <dcterms:created xsi:type="dcterms:W3CDTF">2023-11-10T03:55:00Z</dcterms:created>
  <dcterms:modified xsi:type="dcterms:W3CDTF">2023-11-10T03:56:00Z</dcterms:modified>
</cp:coreProperties>
</file>